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E0F1" w14:textId="77777777" w:rsidR="000719BB" w:rsidRDefault="000719BB" w:rsidP="006C2343">
      <w:pPr>
        <w:pStyle w:val="Titul2"/>
      </w:pPr>
    </w:p>
    <w:p w14:paraId="28B6622E" w14:textId="77777777" w:rsidR="00826B7B" w:rsidRDefault="00826B7B" w:rsidP="006C2343">
      <w:pPr>
        <w:pStyle w:val="Titul2"/>
      </w:pPr>
    </w:p>
    <w:p w14:paraId="77E15673" w14:textId="77777777" w:rsidR="00DA1C67" w:rsidRDefault="00DA1C67" w:rsidP="006C2343">
      <w:pPr>
        <w:pStyle w:val="Titul2"/>
      </w:pPr>
    </w:p>
    <w:p w14:paraId="1ABE6E85" w14:textId="6B1322C0" w:rsidR="003254A3" w:rsidRPr="000719BB" w:rsidRDefault="00BD76C3" w:rsidP="006C2343">
      <w:pPr>
        <w:pStyle w:val="Titul2"/>
      </w:pPr>
      <w:r>
        <w:t>Příloha č. 2 c)</w:t>
      </w:r>
    </w:p>
    <w:p w14:paraId="16A297CC" w14:textId="77777777" w:rsidR="003254A3" w:rsidRDefault="003254A3" w:rsidP="00AD0C7B">
      <w:pPr>
        <w:pStyle w:val="Titul2"/>
      </w:pPr>
    </w:p>
    <w:p w14:paraId="76A6186A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D039A42" w14:textId="77777777" w:rsidR="00AD0C7B" w:rsidRDefault="00AD0C7B" w:rsidP="00EB46E5">
      <w:pPr>
        <w:pStyle w:val="Titul2"/>
      </w:pPr>
    </w:p>
    <w:p w14:paraId="6E41CAA3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D07C84C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FB96CE1C84D6433689E013C9541878B3"/>
        </w:placeholder>
        <w:text w:multiLine="1"/>
      </w:sdtPr>
      <w:sdtEndPr/>
      <w:sdtContent>
        <w:p w14:paraId="5E9BF9D4" w14:textId="31A34E6A" w:rsidR="00BF54FE" w:rsidRPr="00D61BB3" w:rsidRDefault="00A6262E" w:rsidP="006C2343">
          <w:pPr>
            <w:pStyle w:val="Tituldatum"/>
            <w:rPr>
              <w:rStyle w:val="Nzevakce"/>
            </w:rPr>
          </w:pPr>
          <w:r w:rsidRPr="009672EB">
            <w:rPr>
              <w:b/>
              <w:sz w:val="36"/>
            </w:rPr>
            <w:t xml:space="preserve">Implementace ETCS Regional Studénka – Bílovec </w:t>
          </w:r>
        </w:p>
      </w:sdtContent>
    </w:sdt>
    <w:p w14:paraId="20CC1B5A" w14:textId="77777777" w:rsidR="00BF54FE" w:rsidRDefault="00BF54FE" w:rsidP="006C2343">
      <w:pPr>
        <w:pStyle w:val="Tituldatum"/>
      </w:pPr>
    </w:p>
    <w:p w14:paraId="5141FD4C" w14:textId="77777777" w:rsidR="009226C1" w:rsidRDefault="009226C1" w:rsidP="006C2343">
      <w:pPr>
        <w:pStyle w:val="Tituldatum"/>
      </w:pPr>
    </w:p>
    <w:p w14:paraId="6B9F2FE3" w14:textId="77777777" w:rsidR="00DA1C67" w:rsidRDefault="00DA1C67" w:rsidP="006C2343">
      <w:pPr>
        <w:pStyle w:val="Tituldatum"/>
      </w:pPr>
    </w:p>
    <w:p w14:paraId="54FD0B27" w14:textId="77777777" w:rsidR="00DA1C67" w:rsidRDefault="00DA1C67" w:rsidP="006C2343">
      <w:pPr>
        <w:pStyle w:val="Tituldatum"/>
      </w:pPr>
    </w:p>
    <w:p w14:paraId="0AA1C265" w14:textId="77777777" w:rsidR="003B111D" w:rsidRDefault="003B111D" w:rsidP="006C2343">
      <w:pPr>
        <w:pStyle w:val="Tituldatum"/>
      </w:pPr>
    </w:p>
    <w:p w14:paraId="7AAB4D64" w14:textId="25E1C5F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E62F0">
        <w:t>11</w:t>
      </w:r>
      <w:r w:rsidR="003A72CE" w:rsidRPr="009672EB">
        <w:t>.</w:t>
      </w:r>
      <w:r w:rsidRPr="009672EB">
        <w:t xml:space="preserve"> </w:t>
      </w:r>
      <w:r w:rsidR="008E62F0">
        <w:t>5</w:t>
      </w:r>
      <w:r w:rsidRPr="009672EB">
        <w:t>.20</w:t>
      </w:r>
      <w:r w:rsidR="003202DC" w:rsidRPr="009672EB">
        <w:t>2</w:t>
      </w:r>
      <w:r w:rsidR="00107C19" w:rsidRPr="009672EB">
        <w:t>3</w:t>
      </w:r>
      <w:r w:rsidR="0076790E">
        <w:t xml:space="preserve"> </w:t>
      </w:r>
    </w:p>
    <w:p w14:paraId="18C4F815" w14:textId="77777777" w:rsidR="00826B7B" w:rsidRDefault="00826B7B">
      <w:r>
        <w:br w:type="page"/>
      </w:r>
    </w:p>
    <w:p w14:paraId="67BFA8DB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E67FB63" w14:textId="27FD9FE5" w:rsidR="00587BA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914840" w:history="1">
        <w:r w:rsidR="00587BA5" w:rsidRPr="0083460F">
          <w:rPr>
            <w:rStyle w:val="Hypertextovodkaz"/>
          </w:rPr>
          <w:t>SEZNAM ZKRATEK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_Toc133914840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2</w:t>
        </w:r>
        <w:r w:rsidR="00587BA5">
          <w:rPr>
            <w:noProof/>
            <w:webHidden/>
          </w:rPr>
          <w:fldChar w:fldCharType="end"/>
        </w:r>
      </w:hyperlink>
    </w:p>
    <w:p w14:paraId="1623D19F" w14:textId="725072CD" w:rsidR="00587BA5" w:rsidRDefault="008E62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14841" w:history="1">
        <w:r w:rsidR="00587BA5" w:rsidRPr="0083460F">
          <w:rPr>
            <w:rStyle w:val="Hypertextovodkaz"/>
          </w:rPr>
          <w:t>1.</w:t>
        </w:r>
        <w:r w:rsidR="00587B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SPECIFIKACE PŘEDMĚTU DÍLA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_Toc133914841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3</w:t>
        </w:r>
        <w:r w:rsidR="00587BA5">
          <w:rPr>
            <w:noProof/>
            <w:webHidden/>
          </w:rPr>
          <w:fldChar w:fldCharType="end"/>
        </w:r>
      </w:hyperlink>
    </w:p>
    <w:p w14:paraId="772D6D44" w14:textId="07F332AE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42" w:history="1">
        <w:r w:rsidR="00587BA5" w:rsidRPr="0083460F">
          <w:rPr>
            <w:rStyle w:val="Hypertextovodkaz"/>
            <w:rFonts w:asciiTheme="majorHAnsi" w:hAnsiTheme="majorHAnsi"/>
          </w:rPr>
          <w:t>1.1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Účel a rozsah předmětu Díla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_Toc133914842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3</w:t>
        </w:r>
        <w:r w:rsidR="00587BA5">
          <w:rPr>
            <w:noProof/>
            <w:webHidden/>
          </w:rPr>
          <w:fldChar w:fldCharType="end"/>
        </w:r>
      </w:hyperlink>
    </w:p>
    <w:p w14:paraId="24C5C5DC" w14:textId="28722A3A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43" w:history="1">
        <w:r w:rsidR="00587BA5" w:rsidRPr="0083460F">
          <w:rPr>
            <w:rStyle w:val="Hypertextovodkaz"/>
            <w:rFonts w:asciiTheme="majorHAnsi" w:hAnsiTheme="majorHAnsi"/>
          </w:rPr>
          <w:t>1.2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Umístění stavby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_Toc133914843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3</w:t>
        </w:r>
        <w:r w:rsidR="00587BA5">
          <w:rPr>
            <w:noProof/>
            <w:webHidden/>
          </w:rPr>
          <w:fldChar w:fldCharType="end"/>
        </w:r>
      </w:hyperlink>
    </w:p>
    <w:p w14:paraId="52446203" w14:textId="1CAF4789" w:rsidR="00587BA5" w:rsidRDefault="008E62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14844" w:history="1">
        <w:r w:rsidR="00587BA5" w:rsidRPr="0083460F">
          <w:rPr>
            <w:rStyle w:val="Hypertextovodkaz"/>
          </w:rPr>
          <w:t>2.</w:t>
        </w:r>
        <w:r w:rsidR="00587B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PŘEHLED VÝCHOZÍCH PODKLADŮ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_Toc133914844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3</w:t>
        </w:r>
        <w:r w:rsidR="00587BA5">
          <w:rPr>
            <w:noProof/>
            <w:webHidden/>
          </w:rPr>
          <w:fldChar w:fldCharType="end"/>
        </w:r>
      </w:hyperlink>
    </w:p>
    <w:p w14:paraId="2470E5CF" w14:textId="334D1C21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45" w:history="1">
        <w:r w:rsidR="00587BA5" w:rsidRPr="0083460F">
          <w:rPr>
            <w:rStyle w:val="Hypertextovodkaz"/>
            <w:rFonts w:asciiTheme="majorHAnsi" w:hAnsiTheme="majorHAnsi"/>
          </w:rPr>
          <w:t>2.1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Projektová dokumentace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_Toc133914845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3</w:t>
        </w:r>
        <w:r w:rsidR="00587BA5">
          <w:rPr>
            <w:noProof/>
            <w:webHidden/>
          </w:rPr>
          <w:fldChar w:fldCharType="end"/>
        </w:r>
      </w:hyperlink>
    </w:p>
    <w:p w14:paraId="1A2CEC13" w14:textId="40A46FBC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46" w:history="1">
        <w:r w:rsidR="00587BA5" w:rsidRPr="0083460F">
          <w:rPr>
            <w:rStyle w:val="Hypertextovodkaz"/>
            <w:rFonts w:asciiTheme="majorHAnsi" w:hAnsiTheme="majorHAnsi"/>
          </w:rPr>
          <w:t>2.2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Související dokumentace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_Toc133914846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3</w:t>
        </w:r>
        <w:r w:rsidR="00587BA5">
          <w:rPr>
            <w:noProof/>
            <w:webHidden/>
          </w:rPr>
          <w:fldChar w:fldCharType="end"/>
        </w:r>
      </w:hyperlink>
    </w:p>
    <w:p w14:paraId="48695F62" w14:textId="4B4F5290" w:rsidR="00587BA5" w:rsidRDefault="008E62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14847" w:history="1">
        <w:r w:rsidR="00587BA5" w:rsidRPr="0083460F">
          <w:rPr>
            <w:rStyle w:val="Hypertextovodkaz"/>
          </w:rPr>
          <w:t>3.</w:t>
        </w:r>
        <w:r w:rsidR="00587B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KOORDINACE S JINÝMI STAVBAMI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_Toc133914847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3</w:t>
        </w:r>
        <w:r w:rsidR="00587BA5">
          <w:rPr>
            <w:noProof/>
            <w:webHidden/>
          </w:rPr>
          <w:fldChar w:fldCharType="end"/>
        </w:r>
      </w:hyperlink>
    </w:p>
    <w:p w14:paraId="0D7CFB36" w14:textId="48B9C36B" w:rsidR="00587BA5" w:rsidRDefault="008E62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14848" w:history="1">
        <w:r w:rsidR="00587BA5" w:rsidRPr="0083460F">
          <w:rPr>
            <w:rStyle w:val="Hypertextovodkaz"/>
          </w:rPr>
          <w:t>4.</w:t>
        </w:r>
        <w:r w:rsidR="00587B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POŽADAVKY NA TECHNICKÉ ŘEŠENÍ PROVEDENÍ DÍLA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_Toc133914848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4</w:t>
        </w:r>
        <w:r w:rsidR="00587BA5">
          <w:rPr>
            <w:noProof/>
            <w:webHidden/>
          </w:rPr>
          <w:fldChar w:fldCharType="end"/>
        </w:r>
      </w:hyperlink>
    </w:p>
    <w:p w14:paraId="0EBDFA79" w14:textId="6B294658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49" w:history="1">
        <w:r w:rsidR="00587BA5" w:rsidRPr="0083460F">
          <w:rPr>
            <w:rStyle w:val="Hypertextovodkaz"/>
            <w:rFonts w:asciiTheme="majorHAnsi" w:hAnsiTheme="majorHAnsi"/>
          </w:rPr>
          <w:t>4.1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Všeobecně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_Toc133914849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4</w:t>
        </w:r>
        <w:r w:rsidR="00587BA5">
          <w:rPr>
            <w:noProof/>
            <w:webHidden/>
          </w:rPr>
          <w:fldChar w:fldCharType="end"/>
        </w:r>
      </w:hyperlink>
    </w:p>
    <w:p w14:paraId="293E9BBF" w14:textId="4904C7EF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50" w:history="1">
        <w:r w:rsidR="00587BA5" w:rsidRPr="0083460F">
          <w:rPr>
            <w:rStyle w:val="Hypertextovodkaz"/>
            <w:rFonts w:asciiTheme="majorHAnsi" w:hAnsiTheme="majorHAnsi"/>
          </w:rPr>
          <w:t>4.2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Zeměměřická činnost zhotovitele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_Toc133914850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4</w:t>
        </w:r>
        <w:r w:rsidR="00587BA5">
          <w:rPr>
            <w:noProof/>
            <w:webHidden/>
          </w:rPr>
          <w:fldChar w:fldCharType="end"/>
        </w:r>
      </w:hyperlink>
    </w:p>
    <w:p w14:paraId="61E9B32B" w14:textId="32A19D99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51" w:history="1">
        <w:r w:rsidR="00587BA5" w:rsidRPr="0083460F">
          <w:rPr>
            <w:rStyle w:val="Hypertextovodkaz"/>
            <w:rFonts w:asciiTheme="majorHAnsi" w:hAnsiTheme="majorHAnsi"/>
          </w:rPr>
          <w:t>4.3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Doklady předkládané zhotovitelem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_Toc133914851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4</w:t>
        </w:r>
        <w:r w:rsidR="00587BA5">
          <w:rPr>
            <w:noProof/>
            <w:webHidden/>
          </w:rPr>
          <w:fldChar w:fldCharType="end"/>
        </w:r>
      </w:hyperlink>
    </w:p>
    <w:p w14:paraId="5D8B6F15" w14:textId="29B4F5F1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52" w:history="1">
        <w:r w:rsidR="00587BA5" w:rsidRPr="0083460F">
          <w:rPr>
            <w:rStyle w:val="Hypertextovodkaz"/>
            <w:rFonts w:asciiTheme="majorHAnsi" w:hAnsiTheme="majorHAnsi"/>
          </w:rPr>
          <w:t>4.4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Dokumentace zhotovitele pro stavbu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_Toc133914852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5</w:t>
        </w:r>
        <w:r w:rsidR="00587BA5">
          <w:rPr>
            <w:noProof/>
            <w:webHidden/>
          </w:rPr>
          <w:fldChar w:fldCharType="end"/>
        </w:r>
      </w:hyperlink>
    </w:p>
    <w:p w14:paraId="49315923" w14:textId="162AE514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53" w:history="1">
        <w:r w:rsidR="00587BA5" w:rsidRPr="0083460F">
          <w:rPr>
            <w:rStyle w:val="Hypertextovodkaz"/>
            <w:rFonts w:asciiTheme="majorHAnsi" w:hAnsiTheme="majorHAnsi"/>
          </w:rPr>
          <w:t>4.5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Dokumentace skutečného provedení stavby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_Toc133914853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5</w:t>
        </w:r>
        <w:r w:rsidR="00587BA5">
          <w:rPr>
            <w:noProof/>
            <w:webHidden/>
          </w:rPr>
          <w:fldChar w:fldCharType="end"/>
        </w:r>
      </w:hyperlink>
    </w:p>
    <w:p w14:paraId="05356BC2" w14:textId="374CC273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54" w:history="1">
        <w:r w:rsidR="00587BA5" w:rsidRPr="0083460F">
          <w:rPr>
            <w:rStyle w:val="Hypertextovodkaz"/>
            <w:rFonts w:asciiTheme="majorHAnsi" w:hAnsiTheme="majorHAnsi"/>
          </w:rPr>
          <w:t>4.6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Zabezpečovací zařízení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_Toc133914854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6</w:t>
        </w:r>
        <w:r w:rsidR="00587BA5">
          <w:rPr>
            <w:noProof/>
            <w:webHidden/>
          </w:rPr>
          <w:fldChar w:fldCharType="end"/>
        </w:r>
      </w:hyperlink>
    </w:p>
    <w:p w14:paraId="6D73B55C" w14:textId="194BADD5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55" w:history="1">
        <w:r w:rsidR="00587BA5" w:rsidRPr="0083460F">
          <w:rPr>
            <w:rStyle w:val="Hypertextovodkaz"/>
            <w:rFonts w:asciiTheme="majorHAnsi" w:hAnsiTheme="majorHAnsi"/>
          </w:rPr>
          <w:t>4.7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Kabelovody, kolektory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_Toc133914855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6</w:t>
        </w:r>
        <w:r w:rsidR="00587BA5">
          <w:rPr>
            <w:noProof/>
            <w:webHidden/>
          </w:rPr>
          <w:fldChar w:fldCharType="end"/>
        </w:r>
      </w:hyperlink>
    </w:p>
    <w:p w14:paraId="0B0179FE" w14:textId="74E5614E" w:rsidR="00587BA5" w:rsidRDefault="008E62F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914856" w:history="1">
        <w:r w:rsidR="00587BA5" w:rsidRPr="0083460F">
          <w:rPr>
            <w:rStyle w:val="Hypertextovodkaz"/>
            <w:rFonts w:asciiTheme="majorHAnsi" w:hAnsiTheme="majorHAnsi"/>
          </w:rPr>
          <w:t>4.8</w:t>
        </w:r>
        <w:r w:rsidR="00587B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Životní prostředí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_Toc133914856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6</w:t>
        </w:r>
        <w:r w:rsidR="00587BA5">
          <w:rPr>
            <w:noProof/>
            <w:webHidden/>
          </w:rPr>
          <w:fldChar w:fldCharType="end"/>
        </w:r>
      </w:hyperlink>
    </w:p>
    <w:p w14:paraId="52B1CA95" w14:textId="1BC3E776" w:rsidR="00587BA5" w:rsidRDefault="008E62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14857" w:history="1">
        <w:r w:rsidR="00587BA5" w:rsidRPr="0083460F">
          <w:rPr>
            <w:rStyle w:val="Hypertextovodkaz"/>
          </w:rPr>
          <w:t>5.</w:t>
        </w:r>
        <w:r w:rsidR="00587B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ORGANIZACE VÝSTAVBY, VÝLUKY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_Toc133914857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7</w:t>
        </w:r>
        <w:r w:rsidR="00587BA5">
          <w:rPr>
            <w:noProof/>
            <w:webHidden/>
          </w:rPr>
          <w:fldChar w:fldCharType="end"/>
        </w:r>
      </w:hyperlink>
    </w:p>
    <w:p w14:paraId="09B590A5" w14:textId="01B1F6D1" w:rsidR="00587BA5" w:rsidRDefault="008E62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14858" w:history="1">
        <w:r w:rsidR="00587BA5" w:rsidRPr="0083460F">
          <w:rPr>
            <w:rStyle w:val="Hypertextovodkaz"/>
          </w:rPr>
          <w:t>6.</w:t>
        </w:r>
        <w:r w:rsidR="00587B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SOUVISEJÍCÍ DOKUMENTY A PŘEDPISY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_Toc133914858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7</w:t>
        </w:r>
        <w:r w:rsidR="00587BA5">
          <w:rPr>
            <w:noProof/>
            <w:webHidden/>
          </w:rPr>
          <w:fldChar w:fldCharType="end"/>
        </w:r>
      </w:hyperlink>
    </w:p>
    <w:p w14:paraId="157ACD9B" w14:textId="1C8534EC" w:rsidR="00587BA5" w:rsidRDefault="008E62F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914859" w:history="1">
        <w:r w:rsidR="00587BA5" w:rsidRPr="0083460F">
          <w:rPr>
            <w:rStyle w:val="Hypertextovodkaz"/>
          </w:rPr>
          <w:t>7.</w:t>
        </w:r>
        <w:r w:rsidR="00587B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7BA5" w:rsidRPr="0083460F">
          <w:rPr>
            <w:rStyle w:val="Hypertextovodkaz"/>
          </w:rPr>
          <w:t>PŘÍLOHY</w:t>
        </w:r>
        <w:r w:rsidR="00587BA5">
          <w:rPr>
            <w:noProof/>
            <w:webHidden/>
          </w:rPr>
          <w:tab/>
        </w:r>
        <w:r w:rsidR="00587BA5">
          <w:rPr>
            <w:noProof/>
            <w:webHidden/>
          </w:rPr>
          <w:fldChar w:fldCharType="begin"/>
        </w:r>
        <w:r w:rsidR="00587BA5">
          <w:rPr>
            <w:noProof/>
            <w:webHidden/>
          </w:rPr>
          <w:instrText xml:space="preserve"> PAGEREF _Toc133914859 \h </w:instrText>
        </w:r>
        <w:r w:rsidR="00587BA5">
          <w:rPr>
            <w:noProof/>
            <w:webHidden/>
          </w:rPr>
        </w:r>
        <w:r w:rsidR="00587BA5">
          <w:rPr>
            <w:noProof/>
            <w:webHidden/>
          </w:rPr>
          <w:fldChar w:fldCharType="separate"/>
        </w:r>
        <w:r w:rsidR="00587BA5">
          <w:rPr>
            <w:noProof/>
            <w:webHidden/>
          </w:rPr>
          <w:t>8</w:t>
        </w:r>
        <w:r w:rsidR="00587BA5">
          <w:rPr>
            <w:noProof/>
            <w:webHidden/>
          </w:rPr>
          <w:fldChar w:fldCharType="end"/>
        </w:r>
      </w:hyperlink>
    </w:p>
    <w:p w14:paraId="63248584" w14:textId="232E679C" w:rsidR="00AD0C7B" w:rsidRDefault="00BD7E91" w:rsidP="008D03B9">
      <w:r>
        <w:fldChar w:fldCharType="end"/>
      </w:r>
    </w:p>
    <w:p w14:paraId="340E3628" w14:textId="77777777" w:rsidR="00587BA5" w:rsidRDefault="00587BA5" w:rsidP="00DA1C67">
      <w:pPr>
        <w:pStyle w:val="Nadpisbezsl1-1"/>
        <w:outlineLvl w:val="0"/>
      </w:pPr>
      <w:bookmarkStart w:id="0" w:name="_Toc133914840"/>
      <w:bookmarkStart w:id="1" w:name="_Toc13731854"/>
    </w:p>
    <w:p w14:paraId="57EE5A3A" w14:textId="749FDDD5" w:rsidR="00AD0C7B" w:rsidRDefault="00AD0C7B" w:rsidP="00DA1C67">
      <w:pPr>
        <w:pStyle w:val="Nadpisbezsl1-1"/>
        <w:outlineLvl w:val="0"/>
      </w:pPr>
      <w:r>
        <w:t>SEZNAM ZKRATEK</w:t>
      </w:r>
      <w:bookmarkEnd w:id="0"/>
      <w:r w:rsidR="0076790E">
        <w:t xml:space="preserve"> </w:t>
      </w:r>
      <w:bookmarkEnd w:id="1"/>
    </w:p>
    <w:p w14:paraId="6E083E1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672EB" w:rsidRPr="009672EB" w14:paraId="3F5E9050" w14:textId="77777777" w:rsidTr="0091619C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7245E" w14:textId="77777777" w:rsidR="00E5662B" w:rsidRPr="009672EB" w:rsidRDefault="00E5662B" w:rsidP="0091619C">
            <w:pPr>
              <w:pStyle w:val="Zkratky1"/>
            </w:pPr>
            <w:r w:rsidRPr="009672EB">
              <w:t xml:space="preserve">ETCS </w:t>
            </w:r>
            <w:r w:rsidRPr="009672E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CB17D8" w14:textId="4FFB8157" w:rsidR="00E5662B" w:rsidRPr="009672EB" w:rsidRDefault="00E5662B" w:rsidP="0091619C">
            <w:pPr>
              <w:pStyle w:val="Zkratky2"/>
            </w:pPr>
            <w:r w:rsidRPr="009672EB">
              <w:t>Evropský vlakový zabez</w:t>
            </w:r>
            <w:r w:rsidR="00383194" w:rsidRPr="009672EB">
              <w:t>p</w:t>
            </w:r>
            <w:r w:rsidRPr="009672EB">
              <w:t>ečovač</w:t>
            </w:r>
          </w:p>
        </w:tc>
      </w:tr>
      <w:tr w:rsidR="009672EB" w:rsidRPr="009672EB" w14:paraId="40C2372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43863F" w14:textId="5AC53999" w:rsidR="006248FE" w:rsidRPr="009672EB" w:rsidRDefault="006248FE" w:rsidP="006248FE">
            <w:pPr>
              <w:pStyle w:val="Zkratky1"/>
            </w:pPr>
            <w:r w:rsidRPr="009672EB">
              <w:t>ERA</w:t>
            </w:r>
            <w:r w:rsidRPr="009672EB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820338" w14:textId="31D95BC3" w:rsidR="006248FE" w:rsidRPr="009672EB" w:rsidRDefault="006248FE" w:rsidP="006248FE">
            <w:pPr>
              <w:pStyle w:val="Zkratky2"/>
            </w:pPr>
            <w:r w:rsidRPr="009672EB">
              <w:t>Agenturou Evropské unie pro železnice (European Union Agency for Railways)</w:t>
            </w:r>
          </w:p>
        </w:tc>
      </w:tr>
      <w:tr w:rsidR="00AD0C7B" w:rsidRPr="00AD0C7B" w14:paraId="2BB8FC3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CA119A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12439E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4DED8BF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B0681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968808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7922441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1FAD0B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3E53D1" w14:textId="77777777" w:rsidR="00AD0C7B" w:rsidRPr="006115D3" w:rsidRDefault="00AD0C7B" w:rsidP="000F15F1">
            <w:pPr>
              <w:pStyle w:val="Zkratky2"/>
            </w:pPr>
          </w:p>
        </w:tc>
      </w:tr>
    </w:tbl>
    <w:p w14:paraId="329A9439" w14:textId="77777777" w:rsidR="00041EC8" w:rsidRDefault="00041EC8" w:rsidP="00AD0C7B"/>
    <w:p w14:paraId="6F352A57" w14:textId="77777777" w:rsidR="00826B7B" w:rsidRDefault="00826B7B">
      <w:r>
        <w:br w:type="page"/>
      </w:r>
    </w:p>
    <w:p w14:paraId="65A6516D" w14:textId="77777777" w:rsidR="00DF7BAA" w:rsidRDefault="00DF7BAA" w:rsidP="00DF7BAA">
      <w:pPr>
        <w:pStyle w:val="Nadpis2-1"/>
      </w:pPr>
      <w:bookmarkStart w:id="2" w:name="_Toc6410429"/>
      <w:bookmarkStart w:id="3" w:name="_Toc133914841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88EAC52" w14:textId="77777777" w:rsidR="00DF7BAA" w:rsidRDefault="00DF7BAA" w:rsidP="00DF7BAA">
      <w:pPr>
        <w:pStyle w:val="Nadpis2-2"/>
      </w:pPr>
      <w:bookmarkStart w:id="9" w:name="_Toc6410430"/>
      <w:bookmarkStart w:id="10" w:name="_Toc133914842"/>
      <w:r>
        <w:t>Účel a rozsah předmětu Díla</w:t>
      </w:r>
      <w:bookmarkEnd w:id="9"/>
      <w:bookmarkEnd w:id="10"/>
    </w:p>
    <w:p w14:paraId="5475AAF1" w14:textId="695024FC" w:rsidR="00DF7BAA" w:rsidRPr="009672EB" w:rsidRDefault="00DF7BAA" w:rsidP="00DF7BAA">
      <w:pPr>
        <w:pStyle w:val="Text2-1"/>
      </w:pPr>
      <w:r w:rsidRPr="009672EB">
        <w:t xml:space="preserve">Předmětem díla je zhotovení stavby </w:t>
      </w:r>
      <w:r w:rsidR="00E241DF" w:rsidRPr="009672EB">
        <w:t>„</w:t>
      </w:r>
      <w:r w:rsidR="00E241DF" w:rsidRPr="009672EB">
        <w:rPr>
          <w:b/>
          <w:bCs/>
        </w:rPr>
        <w:t>Implementace ETCS Regional Studénka – Bílovec</w:t>
      </w:r>
      <w:r w:rsidR="00E241DF" w:rsidRPr="009672EB">
        <w:t>“, jejímž cílem je doplnění stávajícího zabezpečovacího zařízení traťovou částí ETCS pro regionální tratě za účelem zvýšení bezpečnosti drážní dopravy a splnění požadavků interoperability.</w:t>
      </w:r>
    </w:p>
    <w:p w14:paraId="043A7015" w14:textId="13B63BD1" w:rsidR="00DF7BAA" w:rsidRPr="009672EB" w:rsidRDefault="00DF7BAA" w:rsidP="00DF7BAA">
      <w:pPr>
        <w:pStyle w:val="Text2-1"/>
      </w:pPr>
      <w:r w:rsidRPr="009672EB">
        <w:t>Rozsah Díla „</w:t>
      </w:r>
      <w:r w:rsidR="002F00A4" w:rsidRPr="009672EB">
        <w:t>„</w:t>
      </w:r>
      <w:r w:rsidR="002F00A4" w:rsidRPr="009672EB">
        <w:rPr>
          <w:b/>
          <w:bCs/>
        </w:rPr>
        <w:t>Implementace ETCS Regional Studénka – Bílovec</w:t>
      </w:r>
      <w:r w:rsidR="002F00A4" w:rsidRPr="009672EB">
        <w:t>“</w:t>
      </w:r>
      <w:r w:rsidRPr="009672EB">
        <w:t xml:space="preserve"> je</w:t>
      </w:r>
      <w:r w:rsidR="00AC678D" w:rsidRPr="009672EB">
        <w:t>:</w:t>
      </w:r>
    </w:p>
    <w:p w14:paraId="50EA8608" w14:textId="673514B7" w:rsidR="00D12C76" w:rsidRPr="009672EB" w:rsidRDefault="00D12C76" w:rsidP="00936D2A">
      <w:pPr>
        <w:pStyle w:val="Odrka1-1"/>
      </w:pPr>
      <w:r w:rsidRPr="009672EB">
        <w:t>zhotovení stavby dle zadávací dokumentace,</w:t>
      </w:r>
    </w:p>
    <w:p w14:paraId="5024C7C8" w14:textId="77777777" w:rsidR="00D12C76" w:rsidRPr="009672EB" w:rsidRDefault="00D12C76" w:rsidP="00936D2A">
      <w:pPr>
        <w:pStyle w:val="Odrka1-1"/>
      </w:pPr>
      <w:r w:rsidRPr="009672EB">
        <w:t>zpracování Realizační dokumentace stavby,</w:t>
      </w:r>
    </w:p>
    <w:p w14:paraId="2E112C8F" w14:textId="77777777" w:rsidR="00D12C76" w:rsidRPr="009672EB" w:rsidRDefault="00D12C76" w:rsidP="00936D2A">
      <w:pPr>
        <w:pStyle w:val="Odrka1-1"/>
      </w:pPr>
      <w:r w:rsidRPr="009672EB">
        <w:t>vypracování Dokumentace skutečného provedení stavby</w:t>
      </w:r>
      <w:r w:rsidR="00E70AB8" w:rsidRPr="009672EB">
        <w:t xml:space="preserve"> včetně geodetické části</w:t>
      </w:r>
      <w:r w:rsidRPr="009672EB">
        <w:t>.</w:t>
      </w:r>
    </w:p>
    <w:p w14:paraId="36159C9D" w14:textId="77777777" w:rsidR="00DF7BAA" w:rsidRPr="009672EB" w:rsidRDefault="00DF7BAA" w:rsidP="00DF7BAA">
      <w:pPr>
        <w:pStyle w:val="Nadpis2-2"/>
      </w:pPr>
      <w:bookmarkStart w:id="11" w:name="_Toc6410431"/>
      <w:bookmarkStart w:id="12" w:name="_Toc133914843"/>
      <w:r w:rsidRPr="009672EB">
        <w:t>Umístění stavby</w:t>
      </w:r>
      <w:bookmarkEnd w:id="11"/>
      <w:bookmarkEnd w:id="12"/>
    </w:p>
    <w:p w14:paraId="1F6AFC9A" w14:textId="33FE09A3" w:rsidR="002A73F1" w:rsidRPr="009672EB" w:rsidRDefault="00DF7BAA" w:rsidP="002A73F1">
      <w:pPr>
        <w:pStyle w:val="Text2-1"/>
        <w:numPr>
          <w:ilvl w:val="2"/>
          <w:numId w:val="6"/>
        </w:numPr>
      </w:pPr>
      <w:r w:rsidRPr="009672EB">
        <w:t xml:space="preserve">Stavba bude probíhat na trati </w:t>
      </w:r>
      <w:r w:rsidR="008C3105" w:rsidRPr="009672EB">
        <w:t>306B</w:t>
      </w:r>
      <w:r w:rsidR="002A73F1" w:rsidRPr="009672EB">
        <w:t xml:space="preserve"> (dle TTP) Studénka – Bílovec</w:t>
      </w:r>
    </w:p>
    <w:p w14:paraId="2AD4958D" w14:textId="77777777" w:rsidR="006972D4" w:rsidRPr="009672EB" w:rsidRDefault="006972D4" w:rsidP="006972D4">
      <w:pPr>
        <w:pStyle w:val="TabulkaNadpis"/>
      </w:pPr>
      <w:r w:rsidRPr="009672EB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9672EB" w:rsidRPr="009672EB" w14:paraId="6F408F5D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87A0FC6" w14:textId="77777777" w:rsidR="006972D4" w:rsidRPr="009672EB" w:rsidRDefault="006972D4" w:rsidP="00C22D8F">
            <w:pPr>
              <w:pStyle w:val="Tabulka-7"/>
            </w:pPr>
            <w:r w:rsidRPr="009672EB">
              <w:t>Označení (S-kód)</w:t>
            </w:r>
          </w:p>
        </w:tc>
        <w:tc>
          <w:tcPr>
            <w:tcW w:w="5131" w:type="dxa"/>
          </w:tcPr>
          <w:p w14:paraId="3DBBF8B2" w14:textId="20CE9F90" w:rsidR="006972D4" w:rsidRPr="009672EB" w:rsidRDefault="00530DC5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72EB">
              <w:t>S622100229</w:t>
            </w:r>
          </w:p>
        </w:tc>
      </w:tr>
      <w:tr w:rsidR="009672EB" w:rsidRPr="009672EB" w14:paraId="1460D32A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AC8E6A9" w14:textId="77777777" w:rsidR="006972D4" w:rsidRPr="009672EB" w:rsidRDefault="006972D4" w:rsidP="00C22D8F">
            <w:pPr>
              <w:pStyle w:val="Tabulka-7"/>
            </w:pPr>
            <w:r w:rsidRPr="009672EB">
              <w:t>Kraj</w:t>
            </w:r>
          </w:p>
        </w:tc>
        <w:tc>
          <w:tcPr>
            <w:tcW w:w="5131" w:type="dxa"/>
          </w:tcPr>
          <w:p w14:paraId="2845AF3F" w14:textId="05FE3767" w:rsidR="006972D4" w:rsidRPr="009672EB" w:rsidRDefault="00530DC5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72EB">
              <w:t>Moravskoslezský</w:t>
            </w:r>
          </w:p>
        </w:tc>
      </w:tr>
      <w:tr w:rsidR="009672EB" w:rsidRPr="009672EB" w14:paraId="1090B3A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191AC7A" w14:textId="77777777" w:rsidR="006972D4" w:rsidRPr="009672EB" w:rsidRDefault="006972D4" w:rsidP="00C22D8F">
            <w:pPr>
              <w:pStyle w:val="Tabulka-7"/>
            </w:pPr>
            <w:r w:rsidRPr="009672EB">
              <w:t>Okres</w:t>
            </w:r>
          </w:p>
        </w:tc>
        <w:tc>
          <w:tcPr>
            <w:tcW w:w="5131" w:type="dxa"/>
          </w:tcPr>
          <w:p w14:paraId="2C92A355" w14:textId="0B3DAC87" w:rsidR="006972D4" w:rsidRPr="009672EB" w:rsidRDefault="00162AB4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72EB">
              <w:t xml:space="preserve">Nový </w:t>
            </w:r>
            <w:r w:rsidR="00383194" w:rsidRPr="009672EB">
              <w:t>J</w:t>
            </w:r>
            <w:r w:rsidRPr="009672EB">
              <w:t>ičín</w:t>
            </w:r>
          </w:p>
        </w:tc>
      </w:tr>
      <w:tr w:rsidR="009672EB" w:rsidRPr="009672EB" w14:paraId="7CA3F9A1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A488A86" w14:textId="77777777" w:rsidR="006972D4" w:rsidRPr="009672EB" w:rsidRDefault="006972D4" w:rsidP="00C22D8F">
            <w:pPr>
              <w:pStyle w:val="Tabulka-7"/>
            </w:pPr>
            <w:r w:rsidRPr="009672EB">
              <w:t>Katastrální území</w:t>
            </w:r>
          </w:p>
        </w:tc>
        <w:tc>
          <w:tcPr>
            <w:tcW w:w="5131" w:type="dxa"/>
          </w:tcPr>
          <w:p w14:paraId="6BF6F864" w14:textId="4188B4E8" w:rsidR="006972D4" w:rsidRPr="009672EB" w:rsidRDefault="00162AB4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72EB">
              <w:t xml:space="preserve">Studénka nad </w:t>
            </w:r>
            <w:r w:rsidR="003A59EE" w:rsidRPr="009672EB">
              <w:t>O</w:t>
            </w:r>
            <w:r w:rsidRPr="009672EB">
              <w:t xml:space="preserve">drou </w:t>
            </w:r>
            <w:r w:rsidR="003A59EE" w:rsidRPr="009672EB">
              <w:t>(758396)</w:t>
            </w:r>
          </w:p>
        </w:tc>
      </w:tr>
      <w:tr w:rsidR="009672EB" w:rsidRPr="009672EB" w14:paraId="21824956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9AC8582" w14:textId="77777777" w:rsidR="006972D4" w:rsidRPr="009672EB" w:rsidRDefault="006972D4" w:rsidP="00C22D8F">
            <w:pPr>
              <w:pStyle w:val="Tabulka-7"/>
            </w:pPr>
            <w:r w:rsidRPr="009672EB">
              <w:t xml:space="preserve">Správce </w:t>
            </w:r>
          </w:p>
        </w:tc>
        <w:tc>
          <w:tcPr>
            <w:tcW w:w="5131" w:type="dxa"/>
          </w:tcPr>
          <w:p w14:paraId="2A8A94FC" w14:textId="3CFC5168" w:rsidR="006972D4" w:rsidRPr="009672EB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9672EB">
              <w:t xml:space="preserve">OŘ </w:t>
            </w:r>
            <w:r w:rsidR="003A59EE" w:rsidRPr="009672EB">
              <w:t>Ostrava</w:t>
            </w:r>
          </w:p>
        </w:tc>
      </w:tr>
    </w:tbl>
    <w:p w14:paraId="1E442E27" w14:textId="77777777" w:rsidR="006972D4" w:rsidRPr="009672EB" w:rsidRDefault="006972D4" w:rsidP="006972D4">
      <w:pPr>
        <w:pStyle w:val="TextbezslBEZMEZER"/>
      </w:pPr>
    </w:p>
    <w:p w14:paraId="1FB6E973" w14:textId="77777777" w:rsidR="00DF7BAA" w:rsidRDefault="00DF7BAA" w:rsidP="00DF7BAA">
      <w:pPr>
        <w:pStyle w:val="Nadpis2-1"/>
      </w:pPr>
      <w:bookmarkStart w:id="13" w:name="_Toc6410432"/>
      <w:bookmarkStart w:id="14" w:name="_Toc133914844"/>
      <w:r>
        <w:t>PŘEHLED VÝCHOZÍCH PODKLADŮ</w:t>
      </w:r>
      <w:bookmarkEnd w:id="13"/>
      <w:bookmarkEnd w:id="14"/>
    </w:p>
    <w:p w14:paraId="47269813" w14:textId="77777777" w:rsidR="00DF7BAA" w:rsidRDefault="00DF7BAA" w:rsidP="00DF7BAA">
      <w:pPr>
        <w:pStyle w:val="Nadpis2-2"/>
      </w:pPr>
      <w:bookmarkStart w:id="15" w:name="_Toc6410433"/>
      <w:bookmarkStart w:id="16" w:name="_Toc133914845"/>
      <w:r>
        <w:t>Projektová dokumentace</w:t>
      </w:r>
      <w:bookmarkEnd w:id="15"/>
      <w:bookmarkEnd w:id="16"/>
    </w:p>
    <w:p w14:paraId="2EA4ECB1" w14:textId="00FE1202" w:rsidR="00DF7BAA" w:rsidRPr="009672EB" w:rsidRDefault="00DF7BAA" w:rsidP="00DF7BAA">
      <w:pPr>
        <w:pStyle w:val="Text2-1"/>
      </w:pPr>
      <w:r>
        <w:t xml:space="preserve">Projektová dokumentace </w:t>
      </w:r>
      <w:r w:rsidR="00E645F9" w:rsidRPr="009672EB">
        <w:t>„Implementace ETCS Regional Studénka – Bílovec“, zpracovatel Signal Projekt s.r.o., Vídeňská 55, 639 00 Brno, datum 1/2023</w:t>
      </w:r>
    </w:p>
    <w:p w14:paraId="08190956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4F246695" w14:textId="77777777" w:rsidR="00DF7BAA" w:rsidRDefault="00DF7BAA" w:rsidP="00DF7BAA">
      <w:pPr>
        <w:pStyle w:val="Nadpis2-2"/>
      </w:pPr>
      <w:bookmarkStart w:id="17" w:name="_Toc6410434"/>
      <w:bookmarkStart w:id="18" w:name="_Toc133914846"/>
      <w:r>
        <w:t>Související dokumentace</w:t>
      </w:r>
      <w:bookmarkEnd w:id="17"/>
      <w:bookmarkEnd w:id="18"/>
    </w:p>
    <w:p w14:paraId="3AB8E278" w14:textId="77777777" w:rsidR="0077388E" w:rsidRPr="009672EB" w:rsidRDefault="0077388E" w:rsidP="0077388E">
      <w:pPr>
        <w:pStyle w:val="Text2-1"/>
      </w:pPr>
      <w:r w:rsidRPr="009672EB">
        <w:t xml:space="preserve">Schvalovací protokol projektu SŽ čj.: </w:t>
      </w:r>
      <w:r w:rsidRPr="009672EB">
        <w:rPr>
          <w:lang w:eastAsia="cs-CZ"/>
        </w:rPr>
        <w:t>č.j. 18215/2023-SŽ-GŘ-O6-Hlo ze dne 20. 3.2023</w:t>
      </w:r>
    </w:p>
    <w:p w14:paraId="61D4D61B" w14:textId="19CAEE9F" w:rsidR="0077388E" w:rsidRPr="009672EB" w:rsidRDefault="0077388E" w:rsidP="0077388E">
      <w:pPr>
        <w:pStyle w:val="Text2-1"/>
      </w:pPr>
      <w:r w:rsidRPr="009672EB">
        <w:t>Dle vyjádření Drážního úřadu, sekce infrastruktury, územní odbor Olomouc č.j. DUCR-4755/23</w:t>
      </w:r>
      <w:r w:rsidR="002A4524">
        <w:t>/</w:t>
      </w:r>
      <w:r w:rsidRPr="009672EB">
        <w:t>Bt za dne 223. 1.2023 stavba nevyžaduje stavební povolení ani ohlášení, jedná se o stavbu dle § 103 odst. 1 písm. d) a e) stavebního zákona.</w:t>
      </w:r>
    </w:p>
    <w:p w14:paraId="7E7FA0FD" w14:textId="70A2DB62" w:rsidR="00DF7BAA" w:rsidRPr="009672EB" w:rsidRDefault="0077388E" w:rsidP="0077388E">
      <w:pPr>
        <w:pStyle w:val="Text2-1"/>
      </w:pPr>
      <w:r w:rsidRPr="009672EB">
        <w:t>Městský úřad Studénka vydal sdělení č.j. MS 737/2023/SŘÚPaR/To ze dne 31. 1.2023, že udržovací práce a stavební úpravy nepodléhají stavebnímu povolení ani ohlášení stavebnímu úřadu, a to v souladu s § 103 odst. 1) písm</w:t>
      </w:r>
      <w:r w:rsidR="002A4524">
        <w:t>.</w:t>
      </w:r>
      <w:r w:rsidRPr="009672EB">
        <w:t xml:space="preserve"> c) a d) stavebního zákona.</w:t>
      </w:r>
      <w:r w:rsidR="00DF7BAA" w:rsidRPr="009672EB">
        <w:t xml:space="preserve"> </w:t>
      </w:r>
    </w:p>
    <w:p w14:paraId="5741D234" w14:textId="77777777" w:rsidR="00DF7BAA" w:rsidRDefault="00DF7BAA" w:rsidP="00DF7BAA">
      <w:pPr>
        <w:pStyle w:val="Nadpis2-1"/>
      </w:pPr>
      <w:bookmarkStart w:id="19" w:name="_Toc6410435"/>
      <w:bookmarkStart w:id="20" w:name="_Toc133914847"/>
      <w:r>
        <w:t>KOORDINACE S JINÝMI STAVBAMI</w:t>
      </w:r>
      <w:bookmarkEnd w:id="19"/>
      <w:bookmarkEnd w:id="20"/>
      <w:r>
        <w:t xml:space="preserve"> </w:t>
      </w:r>
    </w:p>
    <w:p w14:paraId="132A0B35" w14:textId="16F5B630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587BA5">
        <w:t>,</w:t>
      </w:r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5AD78333" w14:textId="77777777" w:rsidR="00DF7BAA" w:rsidRDefault="00E70AB8" w:rsidP="00DF7BAA">
      <w:pPr>
        <w:pStyle w:val="Nadpis2-1"/>
      </w:pPr>
      <w:bookmarkStart w:id="21" w:name="_Toc6410436"/>
      <w:bookmarkStart w:id="22" w:name="_Toc133914848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18D12687" w14:textId="77777777" w:rsidR="00DF7BAA" w:rsidRDefault="00DF7BAA" w:rsidP="00DF7BAA">
      <w:pPr>
        <w:pStyle w:val="Nadpis2-2"/>
      </w:pPr>
      <w:bookmarkStart w:id="23" w:name="_Toc6410437"/>
      <w:bookmarkStart w:id="24" w:name="_Toc133914849"/>
      <w:r>
        <w:t>Všeobecně</w:t>
      </w:r>
      <w:bookmarkEnd w:id="23"/>
      <w:bookmarkEnd w:id="24"/>
    </w:p>
    <w:p w14:paraId="1883E3D6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16C84463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>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1BF453EC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074442EE" w14:textId="77777777"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14:paraId="60C84ECB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3C2CAB0E" w14:textId="77777777" w:rsidR="00DF7BAA" w:rsidRDefault="00DF7BAA" w:rsidP="00DF7BAA">
      <w:pPr>
        <w:pStyle w:val="Nadpis2-2"/>
      </w:pPr>
      <w:bookmarkStart w:id="25" w:name="_Toc133914850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18AAFB26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7271AA15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6F3D7FA9" w14:textId="6A868BBA" w:rsidR="00F66DA9" w:rsidRPr="009672EB" w:rsidRDefault="00F66DA9" w:rsidP="00F66DA9">
      <w:pPr>
        <w:pStyle w:val="Text2-1"/>
      </w:pPr>
      <w:r w:rsidRPr="009672EB">
        <w:rPr>
          <w:b/>
        </w:rPr>
        <w:t>Na neelektrizovaných tratích</w:t>
      </w:r>
      <w:r w:rsidRPr="009672EB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2A4524">
        <w:t>p</w:t>
      </w:r>
      <w:r w:rsidRPr="002A4524">
        <w:t xml:space="preserve">říloha </w:t>
      </w:r>
      <w:r w:rsidR="00FA17DD" w:rsidRPr="002A4524">
        <w:fldChar w:fldCharType="begin"/>
      </w:r>
      <w:r w:rsidR="00FA17DD" w:rsidRPr="002A4524">
        <w:instrText xml:space="preserve"> REF _Ref104882684 \r \h </w:instrText>
      </w:r>
      <w:r w:rsidR="00346853" w:rsidRPr="002A4524">
        <w:instrText xml:space="preserve"> \* MERGEFORMAT </w:instrText>
      </w:r>
      <w:r w:rsidR="00FA17DD" w:rsidRPr="002A4524">
        <w:fldChar w:fldCharType="separate"/>
      </w:r>
      <w:r w:rsidR="002A4524" w:rsidRPr="002A4524">
        <w:t>7.1.1</w:t>
      </w:r>
      <w:r w:rsidR="00FA17DD" w:rsidRPr="002A4524">
        <w:fldChar w:fldCharType="end"/>
      </w:r>
      <w:r w:rsidRPr="009672EB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19E179A4" w14:textId="77777777" w:rsidR="00DF7BAA" w:rsidRDefault="00DF7BAA" w:rsidP="00DF7BAA">
      <w:pPr>
        <w:pStyle w:val="Nadpis2-2"/>
      </w:pPr>
      <w:bookmarkStart w:id="26" w:name="_Toc6410438"/>
      <w:bookmarkStart w:id="27" w:name="_Toc133914851"/>
      <w:r>
        <w:t>Doklady pře</w:t>
      </w:r>
      <w:r w:rsidR="000C7E5E">
        <w:t>d</w:t>
      </w:r>
      <w:r>
        <w:t>kládané zhotovitelem</w:t>
      </w:r>
      <w:bookmarkEnd w:id="26"/>
      <w:bookmarkEnd w:id="27"/>
    </w:p>
    <w:p w14:paraId="7A044797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2E4BBD08" w14:textId="77777777" w:rsidR="00DF7BAA" w:rsidRPr="009672EB" w:rsidRDefault="00DF7BAA" w:rsidP="00DF7BAA">
      <w:pPr>
        <w:pStyle w:val="Text2-1"/>
      </w:pPr>
      <w:r w:rsidRPr="009672EB">
        <w:t xml:space="preserve">Zhotovitel doloží </w:t>
      </w:r>
      <w:r w:rsidRPr="009672EB">
        <w:rPr>
          <w:b/>
        </w:rPr>
        <w:t>mimo jiné</w:t>
      </w:r>
      <w:r w:rsidRPr="009672EB">
        <w:t xml:space="preserve"> před zahájením prací na železniční dopravní cestě prosté kopie dokladů o kvalifikaci zhotovitelů dle Předpisu o odborné </w:t>
      </w:r>
      <w:r w:rsidRPr="009672EB">
        <w:lastRenderedPageBreak/>
        <w:t>způsobilosti a znalosti osob při provozování dráhy a drážní dopravy SŽ Zam1, v platném znění:</w:t>
      </w:r>
    </w:p>
    <w:p w14:paraId="77D04BE1" w14:textId="77777777" w:rsidR="006C661E" w:rsidRPr="009672EB" w:rsidRDefault="006C661E" w:rsidP="006C661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9672EB">
        <w:rPr>
          <w:b/>
          <w:bCs/>
          <w:sz w:val="18"/>
          <w:szCs w:val="18"/>
        </w:rPr>
        <w:t>G-01 + G-03 nebo G-02</w:t>
      </w:r>
      <w:r w:rsidRPr="009672EB">
        <w:rPr>
          <w:b/>
          <w:bCs/>
          <w:sz w:val="18"/>
          <w:szCs w:val="18"/>
        </w:rPr>
        <w:tab/>
      </w:r>
    </w:p>
    <w:p w14:paraId="0CFC0076" w14:textId="77777777" w:rsidR="006C661E" w:rsidRPr="009672EB" w:rsidRDefault="006C661E" w:rsidP="006C661E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9672EB">
        <w:rPr>
          <w:b/>
          <w:bCs/>
          <w:sz w:val="18"/>
          <w:szCs w:val="18"/>
        </w:rPr>
        <w:t>G-01</w:t>
      </w:r>
      <w:r w:rsidRPr="009672EB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3AAA5CF3" w14:textId="77777777" w:rsidR="006C661E" w:rsidRPr="009672EB" w:rsidRDefault="006C661E" w:rsidP="006C661E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9672EB">
        <w:rPr>
          <w:b/>
          <w:bCs/>
          <w:sz w:val="18"/>
          <w:szCs w:val="18"/>
        </w:rPr>
        <w:t>G-02</w:t>
      </w:r>
      <w:r w:rsidRPr="009672EB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34BCA4F4" w14:textId="77777777" w:rsidR="006C661E" w:rsidRPr="009672EB" w:rsidRDefault="006C661E" w:rsidP="006C661E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9672EB">
        <w:rPr>
          <w:b/>
          <w:bCs/>
          <w:sz w:val="18"/>
          <w:szCs w:val="18"/>
        </w:rPr>
        <w:t>G-03</w:t>
      </w:r>
      <w:r w:rsidRPr="009672EB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4410F3D7" w14:textId="77777777" w:rsidR="006C661E" w:rsidRPr="009672EB" w:rsidRDefault="006C661E" w:rsidP="006C661E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9672EB">
        <w:rPr>
          <w:b/>
          <w:bCs/>
          <w:sz w:val="18"/>
          <w:szCs w:val="18"/>
        </w:rPr>
        <w:t>Z-06c</w:t>
      </w:r>
      <w:r w:rsidRPr="009672EB">
        <w:rPr>
          <w:sz w:val="18"/>
          <w:szCs w:val="18"/>
        </w:rPr>
        <w:tab/>
        <w:t>Řízení prací při stavbách na neprovozovaném zabezpečovacím zařízení, MST a VST,</w:t>
      </w:r>
    </w:p>
    <w:p w14:paraId="2A9F971A" w14:textId="3E268BE6" w:rsidR="00DF7BAA" w:rsidRPr="009672EB" w:rsidRDefault="006C661E" w:rsidP="006C661E">
      <w:pPr>
        <w:pStyle w:val="Odrka1-1"/>
        <w:numPr>
          <w:ilvl w:val="0"/>
          <w:numId w:val="4"/>
        </w:numPr>
        <w:spacing w:after="60"/>
      </w:pPr>
      <w:r w:rsidRPr="009672EB">
        <w:rPr>
          <w:b/>
          <w:bCs/>
        </w:rPr>
        <w:t>TZE</w:t>
      </w:r>
      <w:r w:rsidRPr="009672EB">
        <w:tab/>
        <w:t>Provádění revizí, prohlídek a zkoušek UTZ dle vyhlášky 100/1995Sb §1 odst. 4 a/nebo provádění revizí dle vyhlášky 50/1978Sb. §9.</w:t>
      </w:r>
      <w:r w:rsidR="00DF7BAA" w:rsidRPr="009672EB">
        <w:t xml:space="preserve"> </w:t>
      </w:r>
    </w:p>
    <w:p w14:paraId="5C6A158E" w14:textId="77777777" w:rsidR="00DF7BAA" w:rsidRPr="009672EB" w:rsidRDefault="00DF7BAA" w:rsidP="00DF7BAA">
      <w:pPr>
        <w:pStyle w:val="Text2-1"/>
      </w:pPr>
      <w:r w:rsidRPr="009672E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73F72B7" w14:textId="77777777" w:rsidR="00DF7BAA" w:rsidRDefault="00DF7BAA" w:rsidP="00DF7BAA">
      <w:pPr>
        <w:pStyle w:val="Nadpis2-2"/>
      </w:pPr>
      <w:bookmarkStart w:id="28" w:name="_Toc6410439"/>
      <w:bookmarkStart w:id="29" w:name="_Toc133914852"/>
      <w:r>
        <w:t>Dokumentace zhotovitele pro stavbu</w:t>
      </w:r>
      <w:bookmarkEnd w:id="28"/>
      <w:bookmarkEnd w:id="29"/>
    </w:p>
    <w:p w14:paraId="1530B878" w14:textId="337B6E5D" w:rsidR="00DF7BAA" w:rsidRPr="009672EB" w:rsidRDefault="00130E62" w:rsidP="00562909">
      <w:pPr>
        <w:pStyle w:val="Text2-1"/>
      </w:pPr>
      <w:r w:rsidRPr="009672EB">
        <w:t>Součástí předmětu díla je i vyhotovení Realizační dokumentace stavby, která v případě potřeby rozpracovává PDPS</w:t>
      </w:r>
      <w:r w:rsidR="00562909" w:rsidRPr="009672EB">
        <w:t xml:space="preserve"> s ohledem na znalosti konkrétních dodávaných výrobků, technologií, postupů a výrobních podmínek Zhotovitele.</w:t>
      </w:r>
      <w:r w:rsidRPr="009672EB">
        <w:t xml:space="preserve"> </w:t>
      </w:r>
      <w:r w:rsidR="00562909" w:rsidRPr="009672EB">
        <w:t>Obsah a rozsah RDS je definován přílohou P8 směrnice SŽ SM011, Dokumentace staveb Správy železnic, státní organizace (dále jen „SŽ SM011“),</w:t>
      </w:r>
      <w:r w:rsidRPr="009672EB">
        <w:t xml:space="preserve"> zejména</w:t>
      </w:r>
      <w:r w:rsidR="00E37E06" w:rsidRPr="009672EB">
        <w:t> </w:t>
      </w:r>
      <w:r w:rsidRPr="009672EB">
        <w:t>pro:</w:t>
      </w:r>
    </w:p>
    <w:p w14:paraId="09219576" w14:textId="597B9AAC" w:rsidR="00DF7BAA" w:rsidRPr="009672EB" w:rsidRDefault="00960DE4" w:rsidP="00103B38">
      <w:pPr>
        <w:pStyle w:val="Odstavec1-1a"/>
        <w:numPr>
          <w:ilvl w:val="0"/>
          <w:numId w:val="7"/>
        </w:numPr>
        <w:spacing w:after="120"/>
      </w:pPr>
      <w:r w:rsidRPr="009672EB">
        <w:t>PS 11-01-71 Studénka – Bílovec, ETCS STOP</w:t>
      </w:r>
      <w:r w:rsidR="00DF7BAA" w:rsidRPr="009672EB">
        <w:t>.</w:t>
      </w:r>
    </w:p>
    <w:p w14:paraId="5A6D15E2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72998BDD" w14:textId="7F2D6409" w:rsidR="00F71810" w:rsidRPr="009672EB" w:rsidRDefault="00F71810" w:rsidP="00F71810">
      <w:pPr>
        <w:pStyle w:val="Text2-1"/>
      </w:pPr>
      <w:r w:rsidRPr="009672EB">
        <w:t xml:space="preserve">Součástí RDS je také zpracování procesu Trackside Approval, tj. schválení traťové části ERTMS Agenturou Evropské unie pro železnice (dále jen „ERA“) dle směrnice Evropského parlamentu a Rady (EU) 2016/797, o interoperabilitě železničního systému v Evropské unii, v platném znění. Součástí plnění Zhotovitele je zpracování </w:t>
      </w:r>
      <w:r w:rsidR="003833A8" w:rsidRPr="009672EB">
        <w:t>položek schvalovacího seznamu</w:t>
      </w:r>
      <w:r w:rsidRPr="009672EB">
        <w:t xml:space="preserve"> Implementace ERTMS/ETCS, které jsou uvedeny pro Zhotovitele stavby v Příloze </w:t>
      </w:r>
      <w:r w:rsidRPr="009672EB">
        <w:fldChar w:fldCharType="begin"/>
      </w:r>
      <w:r w:rsidRPr="009672EB">
        <w:instrText xml:space="preserve"> REF _Ref119066353 \r \h </w:instrText>
      </w:r>
      <w:r w:rsidR="008B60A4" w:rsidRPr="009672EB">
        <w:instrText xml:space="preserve"> \* MERGEFORMAT </w:instrText>
      </w:r>
      <w:r w:rsidRPr="009672EB">
        <w:fldChar w:fldCharType="separate"/>
      </w:r>
      <w:r w:rsidR="002A4524">
        <w:t>7.1.2</w:t>
      </w:r>
      <w:r w:rsidRPr="009672EB">
        <w:fldChar w:fldCharType="end"/>
      </w:r>
      <w:r w:rsidRPr="009672EB">
        <w:t xml:space="preserve"> těchto ZTP, získání certifikátů</w:t>
      </w:r>
      <w:r w:rsidR="003833A8" w:rsidRPr="009672EB">
        <w:t>, které</w:t>
      </w:r>
      <w:r w:rsidRPr="009672EB">
        <w:t xml:space="preserve"> musí být předány s DSPS.</w:t>
      </w:r>
    </w:p>
    <w:p w14:paraId="5F5C0C54" w14:textId="77777777" w:rsidR="00DF7BAA" w:rsidRDefault="00DF7BAA" w:rsidP="00DF7BAA">
      <w:pPr>
        <w:pStyle w:val="Nadpis2-2"/>
      </w:pPr>
      <w:bookmarkStart w:id="30" w:name="_Toc6410440"/>
      <w:bookmarkStart w:id="31" w:name="_Toc133914853"/>
      <w:r>
        <w:t>Dokumentace skutečného provedení stavby</w:t>
      </w:r>
      <w:bookmarkEnd w:id="30"/>
      <w:bookmarkEnd w:id="31"/>
    </w:p>
    <w:p w14:paraId="6951CC94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5A175F19" w14:textId="77777777" w:rsidR="00D12C76" w:rsidRPr="00936D2A" w:rsidRDefault="00D12C76" w:rsidP="00D12C76">
      <w:pPr>
        <w:pStyle w:val="Text2-1"/>
      </w:pPr>
      <w:bookmarkStart w:id="32" w:name="_Ref62136016"/>
      <w:bookmarkStart w:id="33" w:name="_Ref62143456"/>
      <w:r w:rsidRPr="007E0E61">
        <w:rPr>
          <w:b/>
        </w:rPr>
        <w:t>ES prohlášení o ověření subsystému:</w:t>
      </w:r>
      <w:bookmarkEnd w:id="32"/>
      <w:bookmarkEnd w:id="33"/>
    </w:p>
    <w:p w14:paraId="4DA83A44" w14:textId="77777777" w:rsidR="00D12C76" w:rsidRPr="00E85009" w:rsidRDefault="00D12C76" w:rsidP="00D12C76">
      <w:pPr>
        <w:pStyle w:val="Text2-2"/>
      </w:pPr>
      <w:r w:rsidRPr="007E0E61">
        <w:rPr>
          <w:b/>
        </w:rPr>
        <w:t>V případě, že stavba ovlivňuje již certifikovaný systém ERTMS</w:t>
      </w:r>
      <w:r>
        <w:t xml:space="preserve"> (tj. </w:t>
      </w:r>
      <w:r w:rsidRPr="00E85009">
        <w:t xml:space="preserve">ETCS a/nebo GSM-R), </w:t>
      </w:r>
      <w:r w:rsidRPr="007E0E61">
        <w:rPr>
          <w:b/>
        </w:rPr>
        <w:t>musí Zhotovitel v souladu s TSI CCS zajistit buď vydání nového nebo aktualizaci stávajícího ES certifikátu o ověření subsystému nebo zajištění vydání Posouzení změny subsystému notifikovanou osobou</w:t>
      </w:r>
      <w:r w:rsidRPr="00E85009">
        <w:t xml:space="preserve"> jako doplňku stávajícího ES certifikátu o ověření subsystému. </w:t>
      </w:r>
    </w:p>
    <w:p w14:paraId="49D02A07" w14:textId="77777777" w:rsidR="00D12C76" w:rsidRDefault="00D12C76" w:rsidP="00D12C76">
      <w:pPr>
        <w:pStyle w:val="Text2-2"/>
      </w:pPr>
      <w:r>
        <w:t>V každém případě musí Zhotovitel vydat nové ES prohlášení o ověření subsystému, které se bude odkazovat na aktualizovaný nebo nově vydaný ES certifikát o ověření subsystému nebo na stávající ES certifikát o ověření subsystému doplněný o Posouzení změny subsystému notifikovanou osobou.</w:t>
      </w:r>
    </w:p>
    <w:p w14:paraId="51E93AE3" w14:textId="77777777" w:rsidR="00D12C76" w:rsidRDefault="00D12C76" w:rsidP="00D12C76">
      <w:pPr>
        <w:pStyle w:val="Text2-2"/>
      </w:pPr>
      <w:r>
        <w:t xml:space="preserve">Vydání nebo aktualizace ES certifikátu o ověření subsystému je nutné vždy v případech, kdy se zásadně mění některá součást subsystému nebo jeho geografické ohraničení (například začlení dalšího tratového úseku do stávajícího RBC). Mezi takové zásadní změny patří například změna typu </w:t>
      </w:r>
      <w:r>
        <w:lastRenderedPageBreak/>
        <w:t xml:space="preserve">některého prvku interoperability za jiný nebo změna ve funkci subsystému (například změna systémové verze SW). </w:t>
      </w:r>
    </w:p>
    <w:p w14:paraId="7B850954" w14:textId="77777777" w:rsidR="00D12C76" w:rsidRDefault="00D12C76" w:rsidP="00D12C76">
      <w:pPr>
        <w:pStyle w:val="Text2-2"/>
      </w:pPr>
      <w:r>
        <w:t xml:space="preserve">Postup s vydáním Posouzení změny subsystému notifikovanou osobou lze použít při dílčích změnách subsystému bez změny jeho funkce (např. úpravy v topologii kolejiště, zřízení nového vstupu do oblasti ETCS, rekonfigurace BTS a pod). Přitom Zhotovitel nebo Objednatel může upřednostnit vydání nového nebo aktualizaci stávajícího ES certifikátu o ověření subsystému před vydáním Posouzení změny subsystému notifikovanou osobou. </w:t>
      </w:r>
    </w:p>
    <w:p w14:paraId="39C3C6D0" w14:textId="77777777" w:rsidR="00D12C76" w:rsidRDefault="00D12C76" w:rsidP="00D12C76">
      <w:pPr>
        <w:pStyle w:val="Text2-2"/>
      </w:pPr>
      <w:r>
        <w:t>Ve sporných případech, kdy není možno určit, zda lze použít postup s vydáním Posouzení změny subsystému notifikovanou osobou, musí Zhotovitel postupovat podle stanoviska notifikované osoby.</w:t>
      </w:r>
    </w:p>
    <w:p w14:paraId="26AEF799" w14:textId="77777777" w:rsidR="00D12C76" w:rsidRPr="009E728E" w:rsidRDefault="00D12C76" w:rsidP="00D12C76">
      <w:pPr>
        <w:pStyle w:val="Text2-2"/>
      </w:pPr>
      <w:r>
        <w:t>Zhotovitel musí rovněž zajistit aktualizaci nebo vydání nového průkazu způsobilosti UTZ.</w:t>
      </w:r>
    </w:p>
    <w:p w14:paraId="15739233" w14:textId="2E79689E" w:rsidR="00B94742" w:rsidRPr="009672EB" w:rsidRDefault="00B94742" w:rsidP="00FA17DD">
      <w:pPr>
        <w:pStyle w:val="Text2-1"/>
      </w:pPr>
      <w:r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>
        <w:t>:</w:t>
      </w:r>
      <w:r>
        <w:t xml:space="preserve"> </w:t>
      </w:r>
      <w:r w:rsidRPr="009672EB">
        <w:t>DVD</w:t>
      </w:r>
      <w:r w:rsidR="00F56614" w:rsidRPr="009672EB">
        <w:t>.</w:t>
      </w:r>
      <w:r w:rsidRPr="009672EB">
        <w:t xml:space="preserve"> </w:t>
      </w:r>
    </w:p>
    <w:p w14:paraId="0F9B2B71" w14:textId="77777777" w:rsidR="00DF7BAA" w:rsidRDefault="00DF7BAA" w:rsidP="00DF7BAA">
      <w:pPr>
        <w:pStyle w:val="Nadpis2-2"/>
      </w:pPr>
      <w:bookmarkStart w:id="34" w:name="_Toc6410441"/>
      <w:bookmarkStart w:id="35" w:name="_Toc133914854"/>
      <w:r>
        <w:t>Zabezpečovací zařízení</w:t>
      </w:r>
      <w:bookmarkEnd w:id="34"/>
      <w:bookmarkEnd w:id="35"/>
    </w:p>
    <w:p w14:paraId="4EDE5515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4272E7F6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4D39A055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36C8C029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4E80B238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3A41F991" w14:textId="5B864D04" w:rsidR="00DF7BAA" w:rsidRPr="009672EB" w:rsidRDefault="00383194" w:rsidP="00383194">
      <w:pPr>
        <w:pStyle w:val="Text2-1"/>
      </w:pPr>
      <w:r w:rsidRPr="009672EB">
        <w:t>Upevnění balíz bude včetně pouzdra (vymezovacího válečku), dle návodu pro montáž (A6Z00037474162/- Provozní předpis 2015-10-06 Eurobalízy)</w:t>
      </w:r>
      <w:r w:rsidR="00DF7BAA" w:rsidRPr="009672EB">
        <w:t>.</w:t>
      </w:r>
    </w:p>
    <w:p w14:paraId="439DA5BF" w14:textId="77777777" w:rsidR="00DF7BAA" w:rsidRPr="009672EB" w:rsidRDefault="00DF7BAA" w:rsidP="00DF7BAA">
      <w:pPr>
        <w:pStyle w:val="Nadpis2-2"/>
      </w:pPr>
      <w:bookmarkStart w:id="36" w:name="_Toc6410453"/>
      <w:bookmarkStart w:id="37" w:name="_Toc133914855"/>
      <w:r w:rsidRPr="009672EB">
        <w:t>Kabelovody, kolektory</w:t>
      </w:r>
      <w:bookmarkEnd w:id="36"/>
      <w:bookmarkEnd w:id="37"/>
    </w:p>
    <w:p w14:paraId="32D705B9" w14:textId="44B5603C" w:rsidR="001D1CE9" w:rsidRPr="009672EB" w:rsidRDefault="009672EB" w:rsidP="001D1CE9">
      <w:pPr>
        <w:pStyle w:val="Text2-1"/>
      </w:pPr>
      <w:r w:rsidRPr="009672EB">
        <w:t>V případě využití stávajícího kabelovodu pro uložení kabelů, je třeba nově vytvořené průchody utěsnit a udělat tlakovou zkoušku.</w:t>
      </w:r>
    </w:p>
    <w:p w14:paraId="346BBF13" w14:textId="77777777" w:rsidR="00DF7BAA" w:rsidRDefault="00DF7BAA" w:rsidP="00DF7BAA">
      <w:pPr>
        <w:pStyle w:val="Nadpis2-2"/>
      </w:pPr>
      <w:bookmarkStart w:id="38" w:name="_Toc133914856"/>
      <w:bookmarkStart w:id="39" w:name="_Toc6410458"/>
      <w:r>
        <w:t>Životní prostředí</w:t>
      </w:r>
      <w:bookmarkEnd w:id="38"/>
      <w:r>
        <w:t xml:space="preserve"> </w:t>
      </w:r>
      <w:bookmarkEnd w:id="39"/>
    </w:p>
    <w:p w14:paraId="248E0DA7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78AE79A9" w14:textId="77777777"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7523CDE5" w14:textId="2ACB7424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lastRenderedPageBreak/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 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 xml:space="preserve">17 04 Kovy (včetně jejich slitin;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 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26FBF2EA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2AA2BA53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4DBA334B" w14:textId="77777777" w:rsidR="00DF7BAA" w:rsidRDefault="00DF7BAA" w:rsidP="00DF7BAA">
      <w:pPr>
        <w:pStyle w:val="Nadpis2-1"/>
      </w:pPr>
      <w:bookmarkStart w:id="40" w:name="_Toc6410460"/>
      <w:bookmarkStart w:id="41" w:name="_Toc133914857"/>
      <w:r w:rsidRPr="00EC2E51">
        <w:t>ORGANIZACE</w:t>
      </w:r>
      <w:r>
        <w:t xml:space="preserve"> VÝSTAVBY, VÝLUKY</w:t>
      </w:r>
      <w:bookmarkEnd w:id="40"/>
      <w:bookmarkEnd w:id="41"/>
    </w:p>
    <w:p w14:paraId="5FF96E1A" w14:textId="2BD368B6" w:rsidR="00383194" w:rsidRPr="009672EB" w:rsidRDefault="00383194" w:rsidP="00DF7BAA">
      <w:pPr>
        <w:pStyle w:val="Text2-1"/>
      </w:pPr>
      <w:r w:rsidRPr="009672EB">
        <w:t>Pokud bude při aktivaci ETCS potřebná změna SW v zařízení REMOTE98 v ŽST Suchdol nad Odrou na pracovišti dirigujícího dispečera tratě, tak výměnu a přezkoušení požadujeme provést v nočních hodinách v době "nickolejného" provozu.</w:t>
      </w:r>
    </w:p>
    <w:p w14:paraId="56C4D574" w14:textId="77777777" w:rsidR="00DF7BAA" w:rsidRDefault="00DF7BAA" w:rsidP="00DF7BAA">
      <w:pPr>
        <w:pStyle w:val="Nadpis2-1"/>
      </w:pPr>
      <w:bookmarkStart w:id="42" w:name="_Toc6410461"/>
      <w:bookmarkStart w:id="43" w:name="_Toc133914858"/>
      <w:r w:rsidRPr="00EC2E51">
        <w:t>SOUVISEJÍCÍ</w:t>
      </w:r>
      <w:r>
        <w:t xml:space="preserve"> DOKUMENTY A PŘEDPISY</w:t>
      </w:r>
      <w:bookmarkEnd w:id="42"/>
      <w:bookmarkEnd w:id="43"/>
    </w:p>
    <w:p w14:paraId="583DB687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2904EC1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52A29AB" w14:textId="77777777" w:rsidR="00024EF0" w:rsidRDefault="00024EF0" w:rsidP="00024EF0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3D8D39A5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DE95571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B7FBC79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E6E4180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46D3B9A5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4385C93B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7E85B18C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69F9553F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1D4848CD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791D9E10" w14:textId="77777777" w:rsidR="00DF7BAA" w:rsidRDefault="00DF7BAA" w:rsidP="00DF7BAA">
      <w:pPr>
        <w:pStyle w:val="Nadpis2-1"/>
      </w:pPr>
      <w:bookmarkStart w:id="44" w:name="_Toc6410462"/>
      <w:bookmarkStart w:id="45" w:name="_Toc133914859"/>
      <w:r>
        <w:t>PŘÍLOHY</w:t>
      </w:r>
      <w:bookmarkEnd w:id="44"/>
      <w:bookmarkEnd w:id="45"/>
    </w:p>
    <w:p w14:paraId="659794F5" w14:textId="77777777" w:rsidR="00F66DA9" w:rsidRPr="009672EB" w:rsidRDefault="00F66DA9" w:rsidP="00F66DA9">
      <w:pPr>
        <w:pStyle w:val="Text2-1"/>
      </w:pPr>
      <w:bookmarkStart w:id="46" w:name="_Ref92267992"/>
      <w:bookmarkStart w:id="47" w:name="_Ref104882684"/>
      <w:r w:rsidRPr="009672EB">
        <w:t>Dopis Ředitele O13, čj. 168954/2021-SŽ-GŘ-O13, Zajištění prostorové polohy na neelektrizovaných tratích SŽ, ze dne 7. 12. 2021, včetně přílohy k dopisu č. 2</w:t>
      </w:r>
      <w:bookmarkEnd w:id="46"/>
      <w:bookmarkEnd w:id="47"/>
    </w:p>
    <w:p w14:paraId="033A7058" w14:textId="77777777" w:rsidR="00F71810" w:rsidRPr="00587BA5" w:rsidRDefault="003833A8" w:rsidP="00F71810">
      <w:pPr>
        <w:pStyle w:val="Text2-1"/>
      </w:pPr>
      <w:bookmarkStart w:id="48" w:name="_Ref119066353"/>
      <w:r w:rsidRPr="00587BA5">
        <w:t>Seznam požadavků Implementace ERTMS – Položky TA</w:t>
      </w:r>
      <w:bookmarkEnd w:id="48"/>
    </w:p>
    <w:bookmarkEnd w:id="4"/>
    <w:bookmarkEnd w:id="5"/>
    <w:bookmarkEnd w:id="6"/>
    <w:bookmarkEnd w:id="7"/>
    <w:bookmarkEnd w:id="8"/>
    <w:p w14:paraId="062093A2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F6B63" w14:textId="77777777" w:rsidR="004069EA" w:rsidRDefault="004069EA" w:rsidP="00962258">
      <w:pPr>
        <w:spacing w:after="0" w:line="240" w:lineRule="auto"/>
      </w:pPr>
      <w:r>
        <w:separator/>
      </w:r>
    </w:p>
  </w:endnote>
  <w:endnote w:type="continuationSeparator" w:id="0">
    <w:p w14:paraId="4CC489BB" w14:textId="77777777" w:rsidR="004069EA" w:rsidRDefault="004069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2007" w:rsidRPr="003462EB" w14:paraId="0C76962A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617A837" w14:textId="77777777" w:rsidR="003E2007" w:rsidRPr="00B8518B" w:rsidRDefault="003E200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49D3A45" w14:textId="050FDE54" w:rsidR="003E2007" w:rsidRDefault="002A4524" w:rsidP="003462EB">
          <w:pPr>
            <w:pStyle w:val="Zpatvlevo"/>
          </w:pPr>
          <w:fldSimple w:instr=" STYLEREF  _Název_akce  \* MERGEFORMAT ">
            <w:r w:rsidR="008E62F0">
              <w:rPr>
                <w:noProof/>
              </w:rPr>
              <w:cr/>
            </w:r>
          </w:fldSimple>
          <w:r w:rsidR="003E2007">
            <w:t>Příloha č. 2 c)</w:t>
          </w:r>
          <w:r w:rsidR="003E2007" w:rsidRPr="003462EB">
            <w:t xml:space="preserve"> </w:t>
          </w:r>
        </w:p>
        <w:p w14:paraId="0ED13F50" w14:textId="32845B5C" w:rsidR="003E2007" w:rsidRPr="003462EB" w:rsidRDefault="003E200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587BA5" w:rsidRPr="003462EB">
            <w:t>podmínky</w:t>
          </w:r>
          <w:r w:rsidR="00587BA5">
            <w:t xml:space="preserve"> – Zhotovení</w:t>
          </w:r>
          <w:r>
            <w:t xml:space="preserve"> stavby </w:t>
          </w:r>
        </w:p>
      </w:tc>
    </w:tr>
  </w:tbl>
  <w:p w14:paraId="3C6B8247" w14:textId="77777777" w:rsidR="003E2007" w:rsidRPr="00614E71" w:rsidRDefault="003E200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2007" w:rsidRPr="009E09BE" w14:paraId="2DCFD621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DEEE465" w14:textId="2270FB02" w:rsidR="003E2007" w:rsidRDefault="002A4524" w:rsidP="003B111D">
          <w:pPr>
            <w:pStyle w:val="Zpatvpravo"/>
          </w:pPr>
          <w:fldSimple w:instr=" STYLEREF  _Název_akce  \* MERGEFORMAT ">
            <w:r w:rsidR="008E62F0">
              <w:rPr>
                <w:noProof/>
              </w:rPr>
              <w:cr/>
            </w:r>
          </w:fldSimple>
          <w:r w:rsidR="003E2007">
            <w:t>Příloha č. 2 c)</w:t>
          </w:r>
        </w:p>
        <w:p w14:paraId="10BCBA48" w14:textId="14BDDF47" w:rsidR="003E2007" w:rsidRPr="003462EB" w:rsidRDefault="003E200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587BA5" w:rsidRPr="003462EB">
            <w:t>podmínky</w:t>
          </w:r>
          <w:r w:rsidR="00587BA5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3343097D" w14:textId="77777777" w:rsidR="003E2007" w:rsidRPr="009E09BE" w:rsidRDefault="003E200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956820A" w14:textId="3E7B35C8" w:rsidR="003E2007" w:rsidRPr="00B8518B" w:rsidRDefault="00587BA5" w:rsidP="00587BA5">
    <w:pPr>
      <w:pStyle w:val="Zpat"/>
      <w:tabs>
        <w:tab w:val="clear" w:pos="4536"/>
        <w:tab w:val="clear" w:pos="9072"/>
        <w:tab w:val="left" w:pos="6688"/>
      </w:tabs>
      <w:rPr>
        <w:sz w:val="2"/>
        <w:szCs w:val="2"/>
      </w:rPr>
    </w:pPr>
    <w:r>
      <w:rPr>
        <w:sz w:val="2"/>
        <w:szCs w:val="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8CA41" w14:textId="77777777" w:rsidR="003E2007" w:rsidRPr="00B8518B" w:rsidRDefault="003E2007" w:rsidP="00460660">
    <w:pPr>
      <w:pStyle w:val="Zpat"/>
      <w:rPr>
        <w:sz w:val="2"/>
        <w:szCs w:val="2"/>
      </w:rPr>
    </w:pPr>
  </w:p>
  <w:p w14:paraId="6173CC0B" w14:textId="77777777" w:rsidR="003E2007" w:rsidRDefault="003E2007" w:rsidP="00757290">
    <w:pPr>
      <w:pStyle w:val="Zpatvlevo"/>
      <w:rPr>
        <w:rFonts w:cs="Calibri"/>
        <w:szCs w:val="12"/>
      </w:rPr>
    </w:pPr>
  </w:p>
  <w:p w14:paraId="3267B72F" w14:textId="77777777" w:rsidR="003E2007" w:rsidRPr="00460660" w:rsidRDefault="003E20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33D7B" w14:textId="77777777" w:rsidR="004069EA" w:rsidRDefault="004069EA" w:rsidP="00962258">
      <w:pPr>
        <w:spacing w:after="0" w:line="240" w:lineRule="auto"/>
      </w:pPr>
      <w:r>
        <w:separator/>
      </w:r>
    </w:p>
  </w:footnote>
  <w:footnote w:type="continuationSeparator" w:id="0">
    <w:p w14:paraId="1B548882" w14:textId="77777777" w:rsidR="004069EA" w:rsidRDefault="004069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2007" w14:paraId="783E0F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1943B3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46F7A8" w14:textId="77777777" w:rsidR="003E2007" w:rsidRDefault="003E200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122D0C9" wp14:editId="5FB0B41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497A266" w14:textId="77777777" w:rsidR="003E2007" w:rsidRPr="00D6163D" w:rsidRDefault="003E2007" w:rsidP="00FC6389">
          <w:pPr>
            <w:pStyle w:val="Druhdokumentu"/>
          </w:pPr>
        </w:p>
      </w:tc>
    </w:tr>
    <w:tr w:rsidR="003E2007" w14:paraId="51E859E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F8AE08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39679D" w14:textId="77777777" w:rsidR="003E2007" w:rsidRDefault="003E200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48AB81" w14:textId="77777777" w:rsidR="003E2007" w:rsidRPr="00D6163D" w:rsidRDefault="003E2007" w:rsidP="00FC6389">
          <w:pPr>
            <w:pStyle w:val="Druhdokumentu"/>
          </w:pPr>
        </w:p>
      </w:tc>
    </w:tr>
  </w:tbl>
  <w:p w14:paraId="59CE660F" w14:textId="77777777" w:rsidR="003E2007" w:rsidRPr="00D6163D" w:rsidRDefault="003E2007" w:rsidP="00FC6389">
    <w:pPr>
      <w:pStyle w:val="Zhlav"/>
      <w:rPr>
        <w:sz w:val="8"/>
        <w:szCs w:val="8"/>
      </w:rPr>
    </w:pPr>
  </w:p>
  <w:p w14:paraId="5E2E378C" w14:textId="77777777" w:rsidR="003E2007" w:rsidRPr="00460660" w:rsidRDefault="003E20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872"/>
        </w:tabs>
        <w:ind w:left="1872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11639">
    <w:abstractNumId w:val="5"/>
  </w:num>
  <w:num w:numId="2" w16cid:durableId="1304115673">
    <w:abstractNumId w:val="4"/>
  </w:num>
  <w:num w:numId="3" w16cid:durableId="429353312">
    <w:abstractNumId w:val="2"/>
  </w:num>
  <w:num w:numId="4" w16cid:durableId="927733413">
    <w:abstractNumId w:val="6"/>
  </w:num>
  <w:num w:numId="5" w16cid:durableId="1800955897">
    <w:abstractNumId w:val="7"/>
  </w:num>
  <w:num w:numId="6" w16cid:durableId="1359282849">
    <w:abstractNumId w:val="3"/>
  </w:num>
  <w:num w:numId="7" w16cid:durableId="7230176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0843568">
    <w:abstractNumId w:val="9"/>
  </w:num>
  <w:num w:numId="9" w16cid:durableId="3205036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7764462">
    <w:abstractNumId w:val="0"/>
  </w:num>
  <w:num w:numId="11" w16cid:durableId="998121561">
    <w:abstractNumId w:val="6"/>
  </w:num>
  <w:num w:numId="12" w16cid:durableId="499126437">
    <w:abstractNumId w:val="7"/>
  </w:num>
  <w:num w:numId="13" w16cid:durableId="996999238">
    <w:abstractNumId w:val="8"/>
  </w:num>
  <w:num w:numId="14" w16cid:durableId="1204293754">
    <w:abstractNumId w:val="1"/>
  </w:num>
  <w:num w:numId="15" w16cid:durableId="1060446553">
    <w:abstractNumId w:val="3"/>
  </w:num>
  <w:num w:numId="16" w16cid:durableId="1997225032">
    <w:abstractNumId w:val="9"/>
  </w:num>
  <w:num w:numId="17" w16cid:durableId="128175926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4C"/>
    <w:rsid w:val="00002F26"/>
    <w:rsid w:val="00005B8A"/>
    <w:rsid w:val="00012EC4"/>
    <w:rsid w:val="00013877"/>
    <w:rsid w:val="0001444B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0117"/>
    <w:rsid w:val="000719BB"/>
    <w:rsid w:val="00072A65"/>
    <w:rsid w:val="00072C1E"/>
    <w:rsid w:val="000742F5"/>
    <w:rsid w:val="00075675"/>
    <w:rsid w:val="000765F7"/>
    <w:rsid w:val="000768BE"/>
    <w:rsid w:val="00076B14"/>
    <w:rsid w:val="0008461A"/>
    <w:rsid w:val="00085C15"/>
    <w:rsid w:val="0009438C"/>
    <w:rsid w:val="000945C0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2AB4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94B52"/>
    <w:rsid w:val="002A3B57"/>
    <w:rsid w:val="002A416D"/>
    <w:rsid w:val="002A4524"/>
    <w:rsid w:val="002A73F1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00A4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194"/>
    <w:rsid w:val="003833A8"/>
    <w:rsid w:val="00386FF1"/>
    <w:rsid w:val="00392EB6"/>
    <w:rsid w:val="00394893"/>
    <w:rsid w:val="003956C6"/>
    <w:rsid w:val="003A59EE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69EA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360BE"/>
    <w:rsid w:val="00443210"/>
    <w:rsid w:val="0044359F"/>
    <w:rsid w:val="004461DF"/>
    <w:rsid w:val="00450F07"/>
    <w:rsid w:val="00453CD3"/>
    <w:rsid w:val="00455B83"/>
    <w:rsid w:val="004570EC"/>
    <w:rsid w:val="00460660"/>
    <w:rsid w:val="004611BD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41F9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787C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0DC5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BA5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248FE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442A"/>
    <w:rsid w:val="006C661E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2EA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388E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08"/>
    <w:rsid w:val="008A3ACD"/>
    <w:rsid w:val="008A4FE4"/>
    <w:rsid w:val="008B2B40"/>
    <w:rsid w:val="008B391B"/>
    <w:rsid w:val="008B60A4"/>
    <w:rsid w:val="008C24A8"/>
    <w:rsid w:val="008C3105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E62F0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8DD"/>
    <w:rsid w:val="00950944"/>
    <w:rsid w:val="00957F1F"/>
    <w:rsid w:val="00960DE4"/>
    <w:rsid w:val="00962258"/>
    <w:rsid w:val="009672EB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0EA"/>
    <w:rsid w:val="00A6262E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32A7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69E4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41DF"/>
    <w:rsid w:val="00E26D68"/>
    <w:rsid w:val="00E311B8"/>
    <w:rsid w:val="00E31C29"/>
    <w:rsid w:val="00E3341A"/>
    <w:rsid w:val="00E37AC7"/>
    <w:rsid w:val="00E37E06"/>
    <w:rsid w:val="00E44045"/>
    <w:rsid w:val="00E5662B"/>
    <w:rsid w:val="00E618C4"/>
    <w:rsid w:val="00E645F9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2DEC"/>
    <w:rsid w:val="00F1715C"/>
    <w:rsid w:val="00F24845"/>
    <w:rsid w:val="00F26F4C"/>
    <w:rsid w:val="00F310F8"/>
    <w:rsid w:val="00F331C1"/>
    <w:rsid w:val="00F35939"/>
    <w:rsid w:val="00F40272"/>
    <w:rsid w:val="00F43984"/>
    <w:rsid w:val="00F45607"/>
    <w:rsid w:val="00F4722B"/>
    <w:rsid w:val="00F54432"/>
    <w:rsid w:val="00F56614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ABB"/>
    <w:rsid w:val="00F86BA6"/>
    <w:rsid w:val="00F8788B"/>
    <w:rsid w:val="00FA17DD"/>
    <w:rsid w:val="00FA5522"/>
    <w:rsid w:val="00FB5DE8"/>
    <w:rsid w:val="00FB6342"/>
    <w:rsid w:val="00FB7E9C"/>
    <w:rsid w:val="00FC6389"/>
    <w:rsid w:val="00FD2FF2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31885"/>
  <w15:docId w15:val="{B8687F43-0A18-4057-93A2-A4309641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tabs>
        <w:tab w:val="clear" w:pos="1872"/>
        <w:tab w:val="num" w:pos="1730"/>
      </w:tabs>
      <w:spacing w:after="120" w:line="264" w:lineRule="auto"/>
      <w:ind w:left="1730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ocuments\D3\Stud&#233;nka%20B&#237;lovec\_Realizace\ZTP_R_VZOR_2304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96CE1C84D6433689E013C9541878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CA3F1-B07C-4B8D-A5DD-87063366B52C}"/>
      </w:docPartPr>
      <w:docPartBody>
        <w:p w:rsidR="001C2233" w:rsidRDefault="00EE01D4">
          <w:pPr>
            <w:pStyle w:val="FB96CE1C84D6433689E013C9541878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BD9"/>
    <w:rsid w:val="001040D9"/>
    <w:rsid w:val="001C2233"/>
    <w:rsid w:val="00692924"/>
    <w:rsid w:val="007C7BD9"/>
    <w:rsid w:val="00D251BB"/>
    <w:rsid w:val="00D856E2"/>
    <w:rsid w:val="00E356EE"/>
    <w:rsid w:val="00E41E5A"/>
    <w:rsid w:val="00EE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B96CE1C84D6433689E013C9541878B3">
    <w:name w:val="FB96CE1C84D6433689E013C9541878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45A689-F2DC-487C-A02E-7F4D52E6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ZTP_R_VZOR_230414.dotx</Template>
  <TotalTime>16</TotalTime>
  <Pages>8</Pages>
  <Words>2647</Words>
  <Characters>15619</Characters>
  <Application>Microsoft Office Word</Application>
  <DocSecurity>0</DocSecurity>
  <Lines>130</Lines>
  <Paragraphs>36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Hanová Michaela, Ing.</dc:creator>
  <cp:lastModifiedBy>Hanová Michaela, Ing.</cp:lastModifiedBy>
  <cp:revision>5</cp:revision>
  <cp:lastPrinted>2019-03-07T14:42:00Z</cp:lastPrinted>
  <dcterms:created xsi:type="dcterms:W3CDTF">2023-05-02T08:03:00Z</dcterms:created>
  <dcterms:modified xsi:type="dcterms:W3CDTF">2023-05-16T06:00:00Z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